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368D7" w:rsidP="00400DAE" w:rsidRDefault="00C368D7" w14:paraId="57D9039E" w14:textId="5392A69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:rsidRPr="005E1788" w:rsidR="00EC1F27" w:rsidP="00EC1F27" w:rsidRDefault="00EC1F27" w14:paraId="0588155F" w14:textId="77777777">
      <w:pPr>
        <w:rPr>
          <w:rFonts w:ascii="Calibri" w:hAnsi="Calibri" w:cs="Calibri" w:eastAsiaTheme="minorHAns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:rsidR="00EC1F27" w:rsidP="00EC1F27" w:rsidRDefault="00EC1F27" w14:paraId="50A88F90" w14:textId="7777777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:rsidR="00400DAE" w:rsidP="00EC1F27" w:rsidRDefault="00EC1F27" w14:paraId="1400E76A" w14:textId="71354351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Pr="00EC1F27" w:rsidR="00400DAE">
        <w:rPr>
          <w:lang w:val="en-US"/>
        </w:rPr>
        <w:t xml:space="preserve"> </w:t>
      </w:r>
    </w:p>
    <w:p w:rsidRPr="00601D68" w:rsidR="00094630" w:rsidP="00094630" w:rsidRDefault="00094630" w14:paraId="5C2C7900" w14:textId="77777777">
      <w:pPr>
        <w:rPr>
          <w:lang w:val="en-US"/>
        </w:rPr>
      </w:pPr>
      <w:bookmarkStart w:name="_Hlk39742208" w:id="0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:rsidR="00094630" w:rsidP="00094630" w:rsidRDefault="00094630" w14:paraId="312ACEC4" w14:textId="60BAA3DA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</w:t>
      </w:r>
      <w:r>
        <w:rPr>
          <w:lang w:val="nl-BE"/>
        </w:rPr>
        <w:t>7</w:t>
      </w:r>
      <w:r>
        <w:rPr>
          <w:lang w:val="nl-BE"/>
        </w:rPr>
        <w:t xml:space="preserve"> cm.</w:t>
      </w:r>
    </w:p>
    <w:p w:rsidR="00E24235" w:rsidP="00E24235" w:rsidRDefault="00E24235" w14:paraId="5908727B" w14:textId="77777777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:rsidR="00A106F4" w:rsidP="00D24A3A" w:rsidRDefault="00A106F4" w14:paraId="29449CBE" w14:textId="796920E9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:rsidRPr="000F0F37" w:rsidR="00D24A3A" w:rsidP="00D24A3A" w:rsidRDefault="00D24A3A" w14:paraId="60418FA4" w14:textId="4F1D11E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:rsidR="00D24A3A" w:rsidP="00D24A3A" w:rsidRDefault="00D24A3A" w14:paraId="4E3079F8" w14:textId="7777777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:rsidRPr="00D24A3A" w:rsidR="00EC551A" w:rsidP="00400DAE" w:rsidRDefault="00EC551A" w14:paraId="71F0A9F3" w14:textId="77777777">
      <w:pPr>
        <w:rPr>
          <w:lang w:val="en-US"/>
        </w:rPr>
      </w:pPr>
    </w:p>
    <w:p w:rsidRPr="00C206EA" w:rsidR="008A5169" w:rsidP="00C206EA" w:rsidRDefault="008A5169" w14:paraId="18D10E1F" w14:textId="56ED8281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:rsidRPr="00D06139" w:rsidR="00C74455" w:rsidP="0069129C" w:rsidRDefault="008A5169" w14:paraId="27177D93" w14:textId="02CDDEB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:rsidR="000B1173" w:rsidP="0069129C" w:rsidRDefault="00C206EA" w14:paraId="4B3940BA" w14:textId="77777777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:rsidR="008A5169" w:rsidP="008A5169" w:rsidRDefault="00A87980" w14:paraId="6E74EE9E" w14:textId="4CE0FB9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Pr="00400DAE" w:rsidR="00400DAE" w:rsidTr="00400DAE" w14:paraId="5E3E2B56" w14:textId="77777777">
        <w:trPr>
          <w:trHeight w:val="272"/>
        </w:trPr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00DAE" w14:paraId="4DE64E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A87980" w14:paraId="174FC5AB" w14:textId="1326714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6A5EF2C2" w14:textId="33A7662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5793DACF" w14:textId="237E23F3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Pr="00400DAE" w:rsidR="00400DAE" w:rsidTr="00400DAE" w14:paraId="1456CF6D" w14:textId="77777777">
        <w:trPr>
          <w:trHeight w:val="737"/>
        </w:trPr>
        <w:tc>
          <w:tcPr>
            <w:tcW w:w="32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121170E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42257F5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39357F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6A2886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:rsidRPr="00400DAE" w:rsidR="00400DAE" w:rsidP="00400DAE" w:rsidRDefault="00400DAE" w14:paraId="0B3B6413" w14:textId="77777777"/>
    <w:p w:rsidR="00AC40A8" w:rsidP="00AC40A8" w:rsidRDefault="00AC40A8" w14:paraId="23E44725" w14:textId="7EFDE47B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</w:r>
      <w:r>
        <w:t>33.5cm</w:t>
      </w:r>
      <w:r>
        <w:tab/>
      </w:r>
    </w:p>
    <w:p w:rsidR="00AC40A8" w:rsidP="00AC40A8" w:rsidRDefault="004E1E81" w14:paraId="078A1F0D" w14:textId="0FC8E7DE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</w:r>
      <w:r w:rsidR="00AC40A8">
        <w:t>35.5cm</w:t>
      </w:r>
      <w:r w:rsidR="00AC40A8">
        <w:tab/>
      </w:r>
    </w:p>
    <w:p w:rsidR="00AC40A8" w:rsidP="00AC40A8" w:rsidRDefault="004E1E81" w14:paraId="58D5E992" w14:textId="77E38669">
      <w:pPr>
        <w:pStyle w:val="Bulleted2"/>
        <w:numPr>
          <w:numId w:val="0"/>
        </w:numPr>
      </w:pPr>
      <w:r w:rsidR="004E1E81">
        <w:rPr/>
        <w:t>Profondeur</w:t>
      </w:r>
      <w:r w:rsidR="00AC40A8">
        <w:rPr/>
        <w:t xml:space="preserve">:  </w:t>
      </w:r>
      <w:r>
        <w:tab/>
      </w:r>
      <w:r>
        <w:tab/>
      </w:r>
      <w:r w:rsidR="7ED3F401">
        <w:rPr/>
        <w:t>52</w:t>
      </w:r>
      <w:r w:rsidR="00AC40A8">
        <w:rPr/>
        <w:t>cm</w:t>
      </w:r>
    </w:p>
    <w:p w:rsidR="00AC40A8" w:rsidP="00AC40A8" w:rsidRDefault="008A5386" w14:paraId="216E7A8E" w14:textId="2A9F3BEE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</w:r>
      <w:r w:rsidR="00AC40A8">
        <w:t>0.6mm</w:t>
      </w:r>
    </w:p>
    <w:p w:rsidR="00AC40A8" w:rsidP="00AC40A8" w:rsidRDefault="008A5386" w14:paraId="26605E5F" w14:textId="7CF3238B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:rsidR="00AC40A8" w:rsidP="00AC40A8" w:rsidRDefault="005B6B29" w14:paraId="2B92577E" w14:textId="7818F7D1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</w:r>
      <w:r w:rsidR="00AC40A8">
        <w:t>1.2l</w:t>
      </w:r>
    </w:p>
    <w:p w:rsidRPr="00144731" w:rsidR="00144731" w:rsidP="00144731" w:rsidRDefault="008A5169" w14:paraId="3F3E1AD0" w14:textId="6821230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:rsidRPr="007428EF" w:rsidR="00F51599" w:rsidP="00F51599" w:rsidRDefault="00F51599" w14:paraId="324DC331" w14:textId="40CD7FAF">
      <w:pPr>
        <w:rPr>
          <w:lang w:val="en-US"/>
        </w:rPr>
      </w:pPr>
      <w:r w:rsidRPr="791EE4C0" w:rsidR="00F51599">
        <w:rPr>
          <w:lang w:val="en-US"/>
        </w:rPr>
        <w:t>Lo</w:t>
      </w:r>
      <w:r w:rsidRPr="791EE4C0" w:rsidR="00F51599">
        <w:rPr>
          <w:lang w:val="en-US"/>
        </w:rPr>
        <w:t>r</w:t>
      </w:r>
      <w:r w:rsidRPr="791EE4C0" w:rsidR="00F51599">
        <w:rPr>
          <w:lang w:val="en-US"/>
        </w:rPr>
        <w:t>sque</w:t>
      </w:r>
      <w:r w:rsidRPr="791EE4C0" w:rsidR="00F51599">
        <w:rPr>
          <w:lang w:val="en-US"/>
        </w:rPr>
        <w:t xml:space="preserve"> l</w:t>
      </w:r>
      <w:r w:rsidRPr="791EE4C0" w:rsidR="00F51599">
        <w:rPr>
          <w:lang w:val="en-US"/>
        </w:rPr>
        <w:t xml:space="preserve">e </w:t>
      </w:r>
      <w:r w:rsidRPr="791EE4C0" w:rsidR="00F51599">
        <w:rPr>
          <w:lang w:val="en-US"/>
        </w:rPr>
        <w:t>wc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suspendu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placé</w:t>
      </w:r>
      <w:r w:rsidRPr="791EE4C0" w:rsidR="00F51599">
        <w:rPr>
          <w:lang w:val="en-US"/>
        </w:rPr>
        <w:t xml:space="preserve"> à </w:t>
      </w:r>
      <w:r w:rsidRPr="791EE4C0" w:rsidR="00F51599">
        <w:rPr>
          <w:lang w:val="en-US"/>
        </w:rPr>
        <w:t>une</w:t>
      </w:r>
      <w:r w:rsidRPr="791EE4C0" w:rsidR="00F51599">
        <w:rPr>
          <w:lang w:val="en-US"/>
        </w:rPr>
        <w:t xml:space="preserve"> hauteur </w:t>
      </w:r>
      <w:r w:rsidRPr="791EE4C0" w:rsidR="00F51599">
        <w:rPr>
          <w:lang w:val="en-US"/>
        </w:rPr>
        <w:t>d’assise</w:t>
      </w:r>
      <w:r w:rsidRPr="791EE4C0" w:rsidR="00F51599">
        <w:rPr>
          <w:lang w:val="en-US"/>
        </w:rPr>
        <w:t xml:space="preserve"> de 4</w:t>
      </w:r>
      <w:r w:rsidRPr="791EE4C0" w:rsidR="1AA0FD9B">
        <w:rPr>
          <w:lang w:val="en-US"/>
        </w:rPr>
        <w:t>2</w:t>
      </w:r>
      <w:r w:rsidRPr="791EE4C0" w:rsidR="00F51599">
        <w:rPr>
          <w:lang w:val="en-US"/>
        </w:rPr>
        <w:t>0 m</w:t>
      </w:r>
      <w:r w:rsidRPr="791EE4C0" w:rsidR="00F51599">
        <w:rPr>
          <w:lang w:val="en-US"/>
        </w:rPr>
        <w:t xml:space="preserve">m (sans </w:t>
      </w:r>
      <w:r w:rsidRPr="791EE4C0" w:rsidR="00F51599">
        <w:rPr>
          <w:lang w:val="en-US"/>
        </w:rPr>
        <w:t>l’abattant</w:t>
      </w:r>
      <w:r w:rsidRPr="791EE4C0" w:rsidR="00F51599">
        <w:rPr>
          <w:lang w:val="en-US"/>
        </w:rPr>
        <w:t xml:space="preserve">) </w:t>
      </w:r>
      <w:r w:rsidRPr="791EE4C0" w:rsidR="00F51599">
        <w:rPr>
          <w:lang w:val="en-US"/>
        </w:rPr>
        <w:t>l’espace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 xml:space="preserve">libre </w:t>
      </w:r>
      <w:r w:rsidRPr="791EE4C0" w:rsidR="00F51599">
        <w:rPr>
          <w:lang w:val="en-US"/>
        </w:rPr>
        <w:t xml:space="preserve">entre le siphon et le sol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de </w:t>
      </w:r>
      <w:r w:rsidRPr="791EE4C0" w:rsidR="0D3F4ACC">
        <w:rPr>
          <w:lang w:val="en-US"/>
        </w:rPr>
        <w:t>8</w:t>
      </w:r>
      <w:r w:rsidRPr="791EE4C0" w:rsidR="00F51599">
        <w:rPr>
          <w:lang w:val="en-US"/>
        </w:rPr>
        <w:t xml:space="preserve">5 </w:t>
      </w:r>
      <w:r w:rsidRPr="791EE4C0" w:rsidR="00F51599">
        <w:rPr>
          <w:lang w:val="en-US"/>
        </w:rPr>
        <w:t>mm.</w:t>
      </w:r>
    </w:p>
    <w:p w:rsidRPr="00F51599" w:rsidR="00F51599" w:rsidP="008A5169" w:rsidRDefault="00F51599" w14:paraId="71AA6E13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CE5E0E" w:rsidP="008A5169" w:rsidRDefault="00CE5E0E" w14:paraId="39E0DB11" w14:textId="77777777">
      <w:pPr>
        <w:pStyle w:val="Bulleted1"/>
        <w:numPr>
          <w:ilvl w:val="0"/>
          <w:numId w:val="0"/>
        </w:numPr>
      </w:pPr>
    </w:p>
    <w:p w:rsidRPr="00FF20C8" w:rsidR="00CE5E0E" w:rsidP="008A5169" w:rsidRDefault="00CE5E0E" w14:paraId="0240F518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11074C00" w14:textId="5A3C3D79">
      <w:pPr>
        <w:pStyle w:val="Bulleted2"/>
        <w:numPr>
          <w:ilvl w:val="0"/>
          <w:numId w:val="0"/>
        </w:numPr>
      </w:pPr>
    </w:p>
    <w:p w:rsidR="00144731" w:rsidP="00144731" w:rsidRDefault="00537C54" w14:paraId="31631657" w14:textId="3E4736DE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8A5169" w:rsidP="0069129C" w:rsidRDefault="00144731" w14:paraId="5FFB4AE8" w14:textId="7B6F3B28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FF20C8"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78D275F0" w14:textId="77777777">
      <w:r>
        <w:separator/>
      </w:r>
    </w:p>
  </w:endnote>
  <w:endnote w:type="continuationSeparator" w:id="0">
    <w:p w:rsidR="00025544" w:rsidRDefault="00025544" w14:paraId="453A93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32C6EE14" w14:textId="77777777">
      <w:tc>
        <w:tcPr>
          <w:tcW w:w="3392" w:type="dxa"/>
        </w:tcPr>
        <w:p w:rsidRPr="00D06139" w:rsidR="00025544" w:rsidP="003242F8" w:rsidRDefault="0069129C" w14:paraId="56217EF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025544" w14:paraId="5E0FA23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8CE05F3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14A854F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46758BE2" w14:textId="77777777">
      <w:r>
        <w:separator/>
      </w:r>
    </w:p>
  </w:footnote>
  <w:footnote w:type="continuationSeparator" w:id="0">
    <w:p w:rsidR="00025544" w:rsidRDefault="00025544" w14:paraId="3AFCF90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13176" w:rsidP="00080B0F" w:rsidRDefault="00E13176" w14:paraId="0043DFE9" w14:textId="3CBF4AF5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9229F" w:rsidR="00025544" w:rsidP="00080B0F" w:rsidRDefault="00B9229F" w14:paraId="17FB91C2" w14:textId="0EE143E5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Pr="00B9229F" w:rsidR="00C272E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644C0-B510-47D9-8FBB-1A61C7B577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2023-12-22T13:20:40Z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